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C8203" w14:textId="454E8A00" w:rsidR="00117D54" w:rsidRPr="00D32F61" w:rsidRDefault="007B2691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>
        <w:rPr>
          <w:rFonts w:ascii="Times New Roman" w:hAnsi="Times New Roman" w:cs="Times New Roman"/>
          <w:b w:val="0"/>
          <w:bCs/>
          <w:color w:val="auto"/>
        </w:rPr>
        <w:t>Soit un plan de maison</w:t>
      </w:r>
      <w:r w:rsidR="002E5081">
        <w:rPr>
          <w:rFonts w:ascii="Times New Roman" w:hAnsi="Times New Roman" w:cs="Times New Roman"/>
          <w:b w:val="0"/>
          <w:bCs/>
          <w:color w:val="auto"/>
        </w:rPr>
        <w:t xml:space="preserve"> à toit plat</w:t>
      </w:r>
      <w:r>
        <w:rPr>
          <w:rFonts w:ascii="Times New Roman" w:hAnsi="Times New Roman" w:cs="Times New Roman"/>
          <w:b w:val="0"/>
          <w:bCs/>
          <w:color w:val="auto"/>
        </w:rPr>
        <w:t xml:space="preserve"> à l’échelle 1/80, combien mesure </w:t>
      </w:r>
      <w:r w:rsidR="002E5081">
        <w:rPr>
          <w:rFonts w:ascii="Times New Roman" w:hAnsi="Times New Roman" w:cs="Times New Roman"/>
          <w:b w:val="0"/>
          <w:bCs/>
          <w:color w:val="auto"/>
        </w:rPr>
        <w:t xml:space="preserve">cette maison </w:t>
      </w:r>
      <w:r>
        <w:rPr>
          <w:rFonts w:ascii="Times New Roman" w:hAnsi="Times New Roman" w:cs="Times New Roman"/>
          <w:b w:val="0"/>
          <w:bCs/>
          <w:color w:val="auto"/>
        </w:rPr>
        <w:t>si elle mesur</w:t>
      </w:r>
      <w:r w:rsidR="002E5081">
        <w:rPr>
          <w:rFonts w:ascii="Times New Roman" w:hAnsi="Times New Roman" w:cs="Times New Roman"/>
          <w:b w:val="0"/>
          <w:bCs/>
          <w:color w:val="auto"/>
        </w:rPr>
        <w:t>e</w:t>
      </w:r>
      <w:r>
        <w:rPr>
          <w:rFonts w:ascii="Times New Roman" w:hAnsi="Times New Roman" w:cs="Times New Roman"/>
          <w:b w:val="0"/>
          <w:bCs/>
          <w:color w:val="auto"/>
        </w:rPr>
        <w:t xml:space="preserve"> sur le dessin </w:t>
      </w:r>
      <w:r w:rsidR="002E5081">
        <w:rPr>
          <w:rFonts w:ascii="Times New Roman" w:hAnsi="Times New Roman" w:cs="Times New Roman"/>
          <w:b w:val="0"/>
          <w:bCs/>
          <w:color w:val="auto"/>
        </w:rPr>
        <w:t>187,5</w:t>
      </w:r>
      <w:r>
        <w:rPr>
          <w:rFonts w:ascii="Times New Roman" w:hAnsi="Times New Roman" w:cs="Times New Roman"/>
          <w:b w:val="0"/>
          <w:bCs/>
          <w:color w:val="auto"/>
        </w:rPr>
        <w:t xml:space="preserve"> mm de longueur et </w:t>
      </w:r>
      <w:r w:rsidR="002E5081">
        <w:rPr>
          <w:rFonts w:ascii="Times New Roman" w:hAnsi="Times New Roman" w:cs="Times New Roman"/>
          <w:b w:val="0"/>
          <w:bCs/>
          <w:color w:val="auto"/>
        </w:rPr>
        <w:t>137,5</w:t>
      </w:r>
      <w:r>
        <w:rPr>
          <w:rFonts w:ascii="Times New Roman" w:hAnsi="Times New Roman" w:cs="Times New Roman"/>
          <w:b w:val="0"/>
          <w:bCs/>
          <w:color w:val="auto"/>
        </w:rPr>
        <w:t xml:space="preserve"> mm de largeur</w:t>
      </w:r>
      <w:r w:rsidR="00117D54" w:rsidRPr="00D32F61">
        <w:rPr>
          <w:rFonts w:ascii="Times New Roman" w:hAnsi="Times New Roman" w:cs="Times New Roman"/>
          <w:b w:val="0"/>
          <w:bCs/>
          <w:color w:val="auto"/>
        </w:rPr>
        <w:t> ?</w:t>
      </w:r>
      <w:r w:rsidR="004905CE">
        <w:rPr>
          <w:rFonts w:ascii="Times New Roman" w:hAnsi="Times New Roman" w:cs="Times New Roman"/>
          <w:b w:val="0"/>
          <w:bCs/>
          <w:color w:val="auto"/>
        </w:rPr>
        <w:tab/>
      </w:r>
      <w:r w:rsidR="004905CE">
        <w:rPr>
          <w:rFonts w:ascii="Times New Roman" w:hAnsi="Times New Roman" w:cs="Times New Roman"/>
          <w:color w:val="00B050"/>
        </w:rPr>
        <w:t>/</w:t>
      </w:r>
      <w:r w:rsidR="00FB723F">
        <w:rPr>
          <w:rFonts w:ascii="Times New Roman" w:hAnsi="Times New Roman" w:cs="Times New Roman"/>
          <w:color w:val="00B050"/>
        </w:rPr>
        <w:t>2</w:t>
      </w:r>
    </w:p>
    <w:p w14:paraId="5FBBF92B" w14:textId="6370EC5A" w:rsidR="00D32F61" w:rsidRDefault="00D32F61" w:rsidP="00D32F61">
      <w:pPr>
        <w:ind w:left="567"/>
      </w:pPr>
    </w:p>
    <w:p w14:paraId="07076EE1" w14:textId="5752C164" w:rsidR="00634550" w:rsidRDefault="00634550" w:rsidP="00D32F61">
      <w:pPr>
        <w:ind w:left="567"/>
      </w:pPr>
    </w:p>
    <w:p w14:paraId="1CD1F3EB" w14:textId="77777777" w:rsidR="003C55D8" w:rsidRDefault="003C55D8" w:rsidP="00D32F61">
      <w:pPr>
        <w:ind w:left="567"/>
      </w:pPr>
    </w:p>
    <w:p w14:paraId="70751CF2" w14:textId="77777777" w:rsidR="00634550" w:rsidRDefault="00634550" w:rsidP="00D32F61">
      <w:pPr>
        <w:ind w:left="567"/>
      </w:pPr>
    </w:p>
    <w:p w14:paraId="7066EC13" w14:textId="1270895B" w:rsidR="002E5081" w:rsidRPr="002E5081" w:rsidRDefault="002E5081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 w:rsidRPr="002E5081">
        <w:rPr>
          <w:rFonts w:ascii="Times New Roman" w:hAnsi="Times New Roman" w:cs="Times New Roman"/>
          <w:b w:val="0"/>
          <w:bCs/>
          <w:color w:val="auto"/>
        </w:rPr>
        <w:t>Calculez la surface du toit de cette maison.</w:t>
      </w:r>
      <w:r w:rsidR="00FB723F">
        <w:rPr>
          <w:rFonts w:ascii="Times New Roman" w:hAnsi="Times New Roman" w:cs="Times New Roman"/>
          <w:b w:val="0"/>
          <w:bCs/>
          <w:color w:val="auto"/>
        </w:rPr>
        <w:tab/>
      </w:r>
      <w:r w:rsidR="00FB723F">
        <w:rPr>
          <w:rFonts w:ascii="Times New Roman" w:hAnsi="Times New Roman" w:cs="Times New Roman"/>
          <w:color w:val="00B050"/>
        </w:rPr>
        <w:t>/</w:t>
      </w:r>
      <w:r w:rsidR="00634550">
        <w:rPr>
          <w:rFonts w:ascii="Times New Roman" w:hAnsi="Times New Roman" w:cs="Times New Roman"/>
          <w:color w:val="00B050"/>
        </w:rPr>
        <w:t>2</w:t>
      </w:r>
    </w:p>
    <w:p w14:paraId="7B2BCE26" w14:textId="4A9576F2" w:rsidR="002E5081" w:rsidRPr="003C55D8" w:rsidRDefault="002E5081" w:rsidP="00D32F61">
      <w:pPr>
        <w:ind w:left="567"/>
        <w:rPr>
          <w:rFonts w:eastAsiaTheme="minorEastAsia"/>
          <w:b/>
          <w:color w:val="FF0000"/>
        </w:rPr>
      </w:pPr>
    </w:p>
    <w:p w14:paraId="6300FA7A" w14:textId="548645D5" w:rsidR="003C55D8" w:rsidRDefault="003C55D8" w:rsidP="00D32F61">
      <w:pPr>
        <w:ind w:left="567"/>
        <w:rPr>
          <w:rFonts w:eastAsiaTheme="minorEastAsia"/>
        </w:rPr>
      </w:pPr>
    </w:p>
    <w:p w14:paraId="3E31D6E5" w14:textId="77777777" w:rsidR="003C55D8" w:rsidRPr="003C55D8" w:rsidRDefault="003C55D8" w:rsidP="00D32F61">
      <w:pPr>
        <w:ind w:left="567"/>
        <w:rPr>
          <w:rFonts w:eastAsiaTheme="minorEastAsia"/>
        </w:rPr>
      </w:pPr>
    </w:p>
    <w:p w14:paraId="649C4777" w14:textId="77777777" w:rsidR="00634550" w:rsidRDefault="00634550" w:rsidP="00D32F61">
      <w:pPr>
        <w:ind w:left="567"/>
      </w:pPr>
    </w:p>
    <w:p w14:paraId="60ABD864" w14:textId="77777777" w:rsidR="00634550" w:rsidRDefault="00634550" w:rsidP="00D32F61">
      <w:pPr>
        <w:ind w:left="567"/>
      </w:pPr>
    </w:p>
    <w:p w14:paraId="3F500F57" w14:textId="2511C604" w:rsidR="002E5081" w:rsidRPr="002E5081" w:rsidRDefault="002E5081" w:rsidP="002E5081">
      <w:pPr>
        <w:spacing w:before="120" w:after="120"/>
      </w:pPr>
      <w:r>
        <w:t>La pluviométrie moyenne dans la région de maison est 750 mm/m</w:t>
      </w:r>
      <w:r>
        <w:rPr>
          <w:vertAlign w:val="superscript"/>
        </w:rPr>
        <w:t>2</w:t>
      </w:r>
      <w:r w:rsidR="00D504DD">
        <w:t>/</w:t>
      </w:r>
      <w:r>
        <w:t xml:space="preserve">an. </w:t>
      </w:r>
    </w:p>
    <w:p w14:paraId="4EDDF14C" w14:textId="5099107F" w:rsidR="002E5081" w:rsidRDefault="002E5081" w:rsidP="00D32F61">
      <w:pPr>
        <w:ind w:left="567"/>
      </w:pPr>
    </w:p>
    <w:p w14:paraId="4F43016E" w14:textId="337D7A12" w:rsidR="002E5081" w:rsidRPr="00FB723F" w:rsidRDefault="00FB723F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 w:rsidRPr="00FB723F">
        <w:rPr>
          <w:rFonts w:ascii="Times New Roman" w:hAnsi="Times New Roman" w:cs="Times New Roman"/>
          <w:b w:val="0"/>
          <w:bCs/>
          <w:color w:val="auto"/>
        </w:rPr>
        <w:t xml:space="preserve">Calculez le volume d’eau de pluie canalisé par le toit plat </w:t>
      </w:r>
      <w:r>
        <w:rPr>
          <w:rFonts w:ascii="Times New Roman" w:hAnsi="Times New Roman" w:cs="Times New Roman"/>
          <w:b w:val="0"/>
          <w:bCs/>
          <w:color w:val="auto"/>
        </w:rPr>
        <w:t>de cette maison.</w:t>
      </w:r>
      <w:r>
        <w:rPr>
          <w:rFonts w:ascii="Times New Roman" w:hAnsi="Times New Roman" w:cs="Times New Roman"/>
          <w:b w:val="0"/>
          <w:bCs/>
          <w:color w:val="auto"/>
        </w:rPr>
        <w:tab/>
      </w:r>
      <w:r>
        <w:rPr>
          <w:rFonts w:ascii="Times New Roman" w:hAnsi="Times New Roman" w:cs="Times New Roman"/>
          <w:color w:val="00B050"/>
        </w:rPr>
        <w:t>/2</w:t>
      </w:r>
    </w:p>
    <w:p w14:paraId="690C0AB1" w14:textId="785EB964" w:rsidR="00FB723F" w:rsidRPr="003C55D8" w:rsidRDefault="00FB723F" w:rsidP="00D32F61">
      <w:pPr>
        <w:ind w:left="567"/>
        <w:rPr>
          <w:rFonts w:eastAsiaTheme="minorEastAsia"/>
          <w:b/>
          <w:color w:val="FF0000"/>
        </w:rPr>
      </w:pPr>
    </w:p>
    <w:p w14:paraId="64FB22B1" w14:textId="77777777" w:rsidR="003C55D8" w:rsidRPr="003C55D8" w:rsidRDefault="003C55D8" w:rsidP="00D32F61">
      <w:pPr>
        <w:ind w:left="567"/>
        <w:rPr>
          <w:rFonts w:eastAsiaTheme="minorEastAsia"/>
          <w:color w:val="000000"/>
        </w:rPr>
      </w:pPr>
    </w:p>
    <w:p w14:paraId="17B71042" w14:textId="090E515A" w:rsidR="00634550" w:rsidRDefault="00634550" w:rsidP="00D32F61">
      <w:pPr>
        <w:ind w:left="567"/>
        <w:rPr>
          <w:color w:val="000000"/>
        </w:rPr>
      </w:pPr>
    </w:p>
    <w:p w14:paraId="055398C1" w14:textId="77777777" w:rsidR="003C55D8" w:rsidRDefault="003C55D8" w:rsidP="00D32F61">
      <w:pPr>
        <w:ind w:left="567"/>
        <w:rPr>
          <w:color w:val="000000"/>
        </w:rPr>
      </w:pPr>
    </w:p>
    <w:p w14:paraId="06986D28" w14:textId="77777777" w:rsidR="00634550" w:rsidRDefault="00634550" w:rsidP="00D32F61">
      <w:pPr>
        <w:ind w:left="567"/>
        <w:rPr>
          <w:color w:val="000000"/>
        </w:rPr>
      </w:pPr>
    </w:p>
    <w:p w14:paraId="0392063F" w14:textId="4BE29C70" w:rsidR="00634550" w:rsidRDefault="00634550" w:rsidP="00634550">
      <w:pPr>
        <w:spacing w:before="120" w:after="120"/>
      </w:pPr>
      <w:r>
        <w:t>Le m</w:t>
      </w:r>
      <w:r>
        <w:rPr>
          <w:vertAlign w:val="superscript"/>
        </w:rPr>
        <w:t>3</w:t>
      </w:r>
      <w:r>
        <w:t xml:space="preserve"> d’eau revient à 4,20 €</w:t>
      </w:r>
      <w:r w:rsidRPr="008640B0">
        <w:t xml:space="preserve"> </w:t>
      </w:r>
      <w:r>
        <w:t>tout compris pour cette habitation. Le coût de l’installation du système de stockage d’eau pluviale de cette maison vaut 2 890 €.</w:t>
      </w:r>
    </w:p>
    <w:p w14:paraId="5C903DD9" w14:textId="77777777" w:rsidR="00634550" w:rsidRPr="00D32F61" w:rsidRDefault="00634550" w:rsidP="00D32F61">
      <w:pPr>
        <w:ind w:left="567"/>
      </w:pPr>
    </w:p>
    <w:p w14:paraId="206B49D4" w14:textId="22BDAB08" w:rsidR="00634550" w:rsidRDefault="00634550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>
        <w:rPr>
          <w:rFonts w:ascii="Times New Roman" w:hAnsi="Times New Roman" w:cs="Times New Roman"/>
          <w:b w:val="0"/>
          <w:bCs/>
          <w:color w:val="auto"/>
        </w:rPr>
        <w:t>Calculez l’économie faite par cette récupération d’eau de pluie.</w:t>
      </w:r>
      <w:r>
        <w:rPr>
          <w:rFonts w:ascii="Times New Roman" w:hAnsi="Times New Roman" w:cs="Times New Roman"/>
          <w:b w:val="0"/>
          <w:bCs/>
          <w:color w:val="auto"/>
        </w:rPr>
        <w:tab/>
      </w:r>
      <w:r>
        <w:rPr>
          <w:rFonts w:ascii="Times New Roman" w:hAnsi="Times New Roman" w:cs="Times New Roman"/>
          <w:color w:val="00B050"/>
        </w:rPr>
        <w:t>/2</w:t>
      </w:r>
    </w:p>
    <w:p w14:paraId="1575641B" w14:textId="2519FC69" w:rsidR="00D32F61" w:rsidRPr="003C55D8" w:rsidRDefault="00D32F61" w:rsidP="00D32F61">
      <w:pPr>
        <w:ind w:left="567"/>
        <w:rPr>
          <w:rFonts w:eastAsiaTheme="minorEastAsia"/>
          <w:b/>
          <w:color w:val="FF0000"/>
        </w:rPr>
      </w:pPr>
    </w:p>
    <w:p w14:paraId="70F50F19" w14:textId="64413DC2" w:rsidR="003C55D8" w:rsidRDefault="003C55D8" w:rsidP="00D32F61">
      <w:pPr>
        <w:ind w:left="567"/>
        <w:rPr>
          <w:rFonts w:eastAsiaTheme="minorEastAsia"/>
          <w:bCs/>
        </w:rPr>
      </w:pPr>
    </w:p>
    <w:p w14:paraId="35EB176A" w14:textId="72D53289" w:rsidR="003C55D8" w:rsidRDefault="003C55D8" w:rsidP="00D32F61">
      <w:pPr>
        <w:ind w:left="567"/>
        <w:rPr>
          <w:rFonts w:eastAsiaTheme="minorEastAsia"/>
          <w:bCs/>
        </w:rPr>
      </w:pPr>
    </w:p>
    <w:p w14:paraId="7800A83A" w14:textId="5DA93A11" w:rsidR="003C55D8" w:rsidRDefault="003C55D8" w:rsidP="00D32F61">
      <w:pPr>
        <w:ind w:left="567"/>
        <w:rPr>
          <w:rFonts w:eastAsiaTheme="minorEastAsia"/>
          <w:bCs/>
        </w:rPr>
      </w:pPr>
    </w:p>
    <w:p w14:paraId="402574A5" w14:textId="77777777" w:rsidR="003C55D8" w:rsidRPr="003C55D8" w:rsidRDefault="003C55D8" w:rsidP="00D32F61">
      <w:pPr>
        <w:ind w:left="567"/>
        <w:rPr>
          <w:rFonts w:eastAsiaTheme="minorEastAsia"/>
          <w:bCs/>
        </w:rPr>
      </w:pPr>
      <w:bookmarkStart w:id="0" w:name="_GoBack"/>
      <w:bookmarkEnd w:id="0"/>
    </w:p>
    <w:p w14:paraId="3EE92EBA" w14:textId="77777777" w:rsidR="00634550" w:rsidRDefault="00634550" w:rsidP="00D32F61">
      <w:pPr>
        <w:ind w:left="567"/>
        <w:rPr>
          <w:bCs/>
        </w:rPr>
      </w:pPr>
    </w:p>
    <w:p w14:paraId="7F9D3600" w14:textId="633FA039" w:rsidR="00D32F61" w:rsidRPr="00B04C52" w:rsidRDefault="00634550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 w:rsidRPr="00C075F4">
        <w:rPr>
          <w:rFonts w:ascii="Times New Roman" w:hAnsi="Times New Roman" w:cs="Times New Roman"/>
          <w:b w:val="0"/>
          <w:color w:val="000000"/>
        </w:rPr>
        <w:t xml:space="preserve">Calculez la durée d’amortissement de </w:t>
      </w:r>
      <w:r>
        <w:rPr>
          <w:rFonts w:ascii="Times New Roman" w:hAnsi="Times New Roman" w:cs="Times New Roman"/>
          <w:b w:val="0"/>
          <w:color w:val="000000"/>
        </w:rPr>
        <w:t xml:space="preserve">cette </w:t>
      </w:r>
      <w:r w:rsidRPr="00C075F4">
        <w:rPr>
          <w:rFonts w:ascii="Times New Roman" w:hAnsi="Times New Roman" w:cs="Times New Roman"/>
          <w:b w:val="0"/>
          <w:color w:val="000000"/>
        </w:rPr>
        <w:t>installation de stockage</w:t>
      </w:r>
      <w:r w:rsidR="00B04C52">
        <w:rPr>
          <w:rFonts w:ascii="Times New Roman" w:hAnsi="Times New Roman" w:cs="Times New Roman"/>
          <w:b w:val="0"/>
          <w:bCs/>
          <w:color w:val="auto"/>
        </w:rPr>
        <w:t> ?</w:t>
      </w:r>
      <w:r w:rsidR="00B63D21">
        <w:rPr>
          <w:rFonts w:ascii="Times New Roman" w:hAnsi="Times New Roman" w:cs="Times New Roman"/>
          <w:b w:val="0"/>
          <w:bCs/>
          <w:color w:val="auto"/>
        </w:rPr>
        <w:tab/>
      </w:r>
      <w:r w:rsidR="00B63D21">
        <w:rPr>
          <w:rFonts w:ascii="Times New Roman" w:hAnsi="Times New Roman" w:cs="Times New Roman"/>
          <w:color w:val="00B050"/>
        </w:rPr>
        <w:t>/</w:t>
      </w:r>
      <w:r>
        <w:rPr>
          <w:rFonts w:ascii="Times New Roman" w:hAnsi="Times New Roman" w:cs="Times New Roman"/>
          <w:color w:val="00B050"/>
        </w:rPr>
        <w:t>2</w:t>
      </w:r>
    </w:p>
    <w:p w14:paraId="3D1D289F" w14:textId="5B312855" w:rsidR="00B04C52" w:rsidRPr="003C55D8" w:rsidRDefault="00B04C52" w:rsidP="00B04C52">
      <w:pPr>
        <w:ind w:left="567"/>
        <w:rPr>
          <w:rFonts w:eastAsiaTheme="minorEastAsia"/>
          <w:b/>
          <w:color w:val="FF0000"/>
        </w:rPr>
      </w:pPr>
    </w:p>
    <w:p w14:paraId="07E5288A" w14:textId="77777777" w:rsidR="003C55D8" w:rsidRPr="003C55D8" w:rsidRDefault="003C55D8" w:rsidP="00B04C52">
      <w:pPr>
        <w:ind w:left="567"/>
        <w:rPr>
          <w:rFonts w:eastAsiaTheme="minorEastAsia"/>
          <w:bCs/>
        </w:rPr>
      </w:pPr>
    </w:p>
    <w:sectPr w:rsidR="003C55D8" w:rsidRPr="003C55D8" w:rsidSect="00A966E1">
      <w:footerReference w:type="default" r:id="rId8"/>
      <w:headerReference w:type="first" r:id="rId9"/>
      <w:footerReference w:type="first" r:id="rId10"/>
      <w:pgSz w:w="11906" w:h="16838"/>
      <w:pgMar w:top="567" w:right="566" w:bottom="709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198AD" w14:textId="77777777" w:rsidR="009C3F91" w:rsidRDefault="009C3F91" w:rsidP="00F53254">
      <w:r>
        <w:separator/>
      </w:r>
    </w:p>
  </w:endnote>
  <w:endnote w:type="continuationSeparator" w:id="0">
    <w:p w14:paraId="400909E3" w14:textId="77777777" w:rsidR="009C3F91" w:rsidRDefault="009C3F91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DACE6" w14:textId="34315F1A" w:rsidR="00C53482" w:rsidRPr="0087444A" w:rsidRDefault="00C53482" w:rsidP="0087444A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Comment gérer son chauffage ?       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4</w:t>
    </w:r>
    <w:r w:rsidRPr="008F3E55">
      <w:rPr>
        <w:b/>
        <w:sz w:val="20"/>
        <w:szCs w:val="20"/>
      </w:rPr>
      <w:t xml:space="preserve"> : </w:t>
    </w:r>
    <w:r>
      <w:rPr>
        <w:b/>
        <w:sz w:val="20"/>
        <w:szCs w:val="20"/>
      </w:rPr>
      <w:t>Maison intelligente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44143108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A149DF">
          <w:rPr>
            <w:rFonts w:eastAsia="Times New Roman"/>
            <w:noProof/>
            <w:sz w:val="20"/>
            <w:szCs w:val="20"/>
            <w:lang w:eastAsia="fr-FR"/>
          </w:rPr>
          <w:t>5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0652CD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F6AEF" w14:textId="2F060F39" w:rsidR="00C53482" w:rsidRPr="00794FF9" w:rsidRDefault="007B60C7" w:rsidP="00D504DD">
    <w:pPr>
      <w:pBdr>
        <w:top w:val="single" w:sz="4" w:space="1" w:color="auto"/>
      </w:pBd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7B60C7">
      <w:rPr>
        <w:sz w:val="20"/>
        <w:szCs w:val="20"/>
      </w:rPr>
      <w:t xml:space="preserve">SÉANCE 4 </w:t>
    </w:r>
    <w:r w:rsidR="00D504DD">
      <w:rPr>
        <w:sz w:val="20"/>
        <w:szCs w:val="20"/>
      </w:rPr>
      <w:t xml:space="preserve"> </w:t>
    </w:r>
    <w:r w:rsidR="00D504DD">
      <w:rPr>
        <w:sz w:val="20"/>
        <w:szCs w:val="20"/>
      </w:rPr>
      <w:tab/>
    </w:r>
    <w:r w:rsidR="00C53482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="00C53482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C53482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0652CD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C53482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C53482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0652CD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B789F" w14:textId="77777777" w:rsidR="009C3F91" w:rsidRDefault="009C3F91" w:rsidP="00F53254">
      <w:r>
        <w:separator/>
      </w:r>
    </w:p>
  </w:footnote>
  <w:footnote w:type="continuationSeparator" w:id="0">
    <w:p w14:paraId="5C2B510F" w14:textId="77777777" w:rsidR="009C3F91" w:rsidRDefault="009C3F91" w:rsidP="00F5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06" w:type="dxa"/>
      <w:tblLayout w:type="fixed"/>
      <w:tblLook w:val="04A0" w:firstRow="1" w:lastRow="0" w:firstColumn="1" w:lastColumn="0" w:noHBand="0" w:noVBand="1"/>
    </w:tblPr>
    <w:tblGrid>
      <w:gridCol w:w="1809"/>
      <w:gridCol w:w="1987"/>
      <w:gridCol w:w="4959"/>
      <w:gridCol w:w="1951"/>
    </w:tblGrid>
    <w:tr w:rsidR="00C53482" w14:paraId="61E353FE" w14:textId="77777777" w:rsidTr="0090085C">
      <w:trPr>
        <w:trHeight w:val="454"/>
      </w:trPr>
      <w:tc>
        <w:tcPr>
          <w:tcW w:w="8755" w:type="dxa"/>
          <w:gridSpan w:val="3"/>
          <w:vAlign w:val="center"/>
        </w:tcPr>
        <w:p w14:paraId="0FDE5066" w14:textId="0145FC14" w:rsidR="00C53482" w:rsidRPr="00B21C46" w:rsidRDefault="007B60C7" w:rsidP="00E85757">
          <w:pPr>
            <w:pStyle w:val="En-tte"/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  <w:color w:val="FF0000"/>
              <w:sz w:val="36"/>
            </w:rPr>
            <w:t>Innovation Technologique</w:t>
          </w:r>
        </w:p>
      </w:tc>
      <w:tc>
        <w:tcPr>
          <w:tcW w:w="1951" w:type="dxa"/>
          <w:vAlign w:val="center"/>
        </w:tcPr>
        <w:p w14:paraId="5EBF09AE" w14:textId="77777777" w:rsidR="00C53482" w:rsidRPr="003D0E61" w:rsidRDefault="00C53482" w:rsidP="00BD20C7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1° STI2D</w:t>
          </w:r>
        </w:p>
      </w:tc>
    </w:tr>
    <w:tr w:rsidR="00C53482" w14:paraId="7C26817B" w14:textId="77777777" w:rsidTr="0090085C">
      <w:tc>
        <w:tcPr>
          <w:tcW w:w="1809" w:type="dxa"/>
          <w:vMerge w:val="restart"/>
          <w:vAlign w:val="center"/>
        </w:tcPr>
        <w:p w14:paraId="691A13CF" w14:textId="77777777" w:rsidR="00C53482" w:rsidRPr="001B6658" w:rsidRDefault="00C53482" w:rsidP="00BD20C7">
          <w:pPr>
            <w:pStyle w:val="En-tte"/>
            <w:jc w:val="center"/>
          </w:pPr>
          <w:r w:rsidRPr="002D50A1">
            <w:rPr>
              <w:rFonts w:ascii="Comic Sans MS" w:hAnsi="Comic Sans MS"/>
              <w:noProof/>
              <w:lang w:eastAsia="fr-FR"/>
            </w:rPr>
            <w:drawing>
              <wp:inline distT="0" distB="0" distL="0" distR="0" wp14:anchorId="2603A556" wp14:editId="74EA9A99">
                <wp:extent cx="904875" cy="580324"/>
                <wp:effectExtent l="0" t="0" r="0" b="0"/>
                <wp:docPr id="1" name="Image 1" descr="D:\Cours\Année 2019-2020\1STI2D\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Cours\Année 2019-2020\1STI2D\Log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1864" cy="610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gridSpan w:val="2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C53482" w14:paraId="717849B4" w14:textId="77777777" w:rsidTr="00BD20C7">
            <w:trPr>
              <w:trHeight w:val="454"/>
            </w:trPr>
            <w:tc>
              <w:tcPr>
                <w:tcW w:w="7090" w:type="dxa"/>
                <w:vAlign w:val="center"/>
              </w:tcPr>
              <w:p w14:paraId="2876D28E" w14:textId="38FAFC62" w:rsidR="00C53482" w:rsidRPr="00034DB3" w:rsidRDefault="007B60C7" w:rsidP="003B6711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 w:rsidRPr="000B4D82">
                  <w:rPr>
                    <w:color w:val="1F497D" w:themeColor="text2"/>
                    <w:sz w:val="28"/>
                  </w:rPr>
                  <w:t>Comment décrire un système ?</w:t>
                </w:r>
              </w:p>
            </w:tc>
          </w:tr>
        </w:tbl>
        <w:p w14:paraId="2EB08078" w14:textId="77777777" w:rsidR="00C53482" w:rsidRPr="00B21C46" w:rsidRDefault="00C53482" w:rsidP="00BD20C7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951" w:type="dxa"/>
          <w:vAlign w:val="center"/>
        </w:tcPr>
        <w:p w14:paraId="443D3BA8" w14:textId="154A70F1" w:rsidR="00C53482" w:rsidRPr="00034DB3" w:rsidRDefault="003C476E" w:rsidP="00FF4E45">
          <w:pPr>
            <w:pStyle w:val="En-tte"/>
            <w:jc w:val="center"/>
            <w:rPr>
              <w:rFonts w:ascii="Comic Sans MS" w:hAnsi="Comic Sans MS"/>
              <w:b/>
              <w:sz w:val="22"/>
            </w:rPr>
          </w:pPr>
          <w:r>
            <w:rPr>
              <w:rFonts w:ascii="Comic Sans MS" w:hAnsi="Comic Sans MS"/>
              <w:b/>
              <w:sz w:val="22"/>
            </w:rPr>
            <w:t>SÉANCE</w:t>
          </w:r>
          <w:r w:rsidR="00C53482">
            <w:rPr>
              <w:rFonts w:ascii="Comic Sans MS" w:hAnsi="Comic Sans MS"/>
              <w:b/>
              <w:sz w:val="22"/>
            </w:rPr>
            <w:t xml:space="preserve"> </w:t>
          </w:r>
          <w:r w:rsidR="007B60C7">
            <w:rPr>
              <w:rFonts w:ascii="Comic Sans MS" w:hAnsi="Comic Sans MS"/>
              <w:b/>
              <w:sz w:val="22"/>
            </w:rPr>
            <w:t>4</w:t>
          </w:r>
        </w:p>
      </w:tc>
    </w:tr>
    <w:tr w:rsidR="00C53482" w14:paraId="63369D49" w14:textId="77777777" w:rsidTr="0090085C">
      <w:tc>
        <w:tcPr>
          <w:tcW w:w="1809" w:type="dxa"/>
          <w:vMerge/>
          <w:vAlign w:val="center"/>
        </w:tcPr>
        <w:p w14:paraId="6C4249A3" w14:textId="77777777" w:rsidR="00C53482" w:rsidRDefault="00C53482" w:rsidP="00BD20C7">
          <w:pPr>
            <w:pStyle w:val="En-tte"/>
            <w:jc w:val="center"/>
          </w:pPr>
        </w:p>
      </w:tc>
      <w:tc>
        <w:tcPr>
          <w:tcW w:w="6946" w:type="dxa"/>
          <w:gridSpan w:val="2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C53482" w14:paraId="69083054" w14:textId="77777777" w:rsidTr="00BD20C7">
            <w:trPr>
              <w:trHeight w:val="567"/>
            </w:trPr>
            <w:tc>
              <w:tcPr>
                <w:tcW w:w="7277" w:type="dxa"/>
                <w:vAlign w:val="center"/>
              </w:tcPr>
              <w:p w14:paraId="460FD917" w14:textId="41C8B107" w:rsidR="00C53482" w:rsidRPr="00FC66F2" w:rsidRDefault="007B60C7" w:rsidP="00FF4E45">
                <w:pPr>
                  <w:pStyle w:val="Default"/>
                  <w:ind w:left="-345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>Plans Architecturaux</w:t>
                </w:r>
              </w:p>
            </w:tc>
          </w:tr>
        </w:tbl>
        <w:p w14:paraId="7A32F2B5" w14:textId="77777777" w:rsidR="00C53482" w:rsidRDefault="00C53482" w:rsidP="00BD20C7">
          <w:pPr>
            <w:pStyle w:val="En-tte"/>
            <w:jc w:val="center"/>
          </w:pPr>
        </w:p>
      </w:tc>
      <w:tc>
        <w:tcPr>
          <w:tcW w:w="1951" w:type="dxa"/>
          <w:vAlign w:val="center"/>
        </w:tcPr>
        <w:p w14:paraId="4F7F56ED" w14:textId="2D67B387" w:rsidR="00C53482" w:rsidRDefault="003C476E" w:rsidP="00BD20C7">
          <w:pPr>
            <w:pStyle w:val="En-tte"/>
            <w:jc w:val="center"/>
          </w:pPr>
          <w:r>
            <w:t xml:space="preserve">Évaluation </w:t>
          </w:r>
        </w:p>
      </w:tc>
    </w:tr>
    <w:tr w:rsidR="003C476E" w14:paraId="3981D55C" w14:textId="77777777" w:rsidTr="002866D9">
      <w:tc>
        <w:tcPr>
          <w:tcW w:w="3796" w:type="dxa"/>
          <w:gridSpan w:val="2"/>
          <w:vAlign w:val="center"/>
        </w:tcPr>
        <w:p w14:paraId="15EE2086" w14:textId="6D61EF06" w:rsidR="003C476E" w:rsidRPr="003C476E" w:rsidRDefault="003C476E" w:rsidP="003C476E">
          <w:pPr>
            <w:pStyle w:val="Default"/>
          </w:pPr>
          <w:r>
            <w:t>Nom :</w:t>
          </w:r>
        </w:p>
      </w:tc>
      <w:tc>
        <w:tcPr>
          <w:tcW w:w="4959" w:type="dxa"/>
          <w:vAlign w:val="center"/>
        </w:tcPr>
        <w:p w14:paraId="7A54779E" w14:textId="6A90DE26" w:rsidR="003C476E" w:rsidRPr="003C476E" w:rsidRDefault="003C476E" w:rsidP="003C476E">
          <w:pPr>
            <w:pStyle w:val="Default"/>
            <w:ind w:left="63"/>
          </w:pPr>
          <w:r w:rsidRPr="003C476E">
            <w:t>Prénom :</w:t>
          </w:r>
        </w:p>
      </w:tc>
      <w:tc>
        <w:tcPr>
          <w:tcW w:w="1951" w:type="dxa"/>
          <w:vAlign w:val="center"/>
        </w:tcPr>
        <w:p w14:paraId="6B6269CD" w14:textId="7CAB8F11" w:rsidR="003C476E" w:rsidRDefault="003C476E" w:rsidP="003C476E">
          <w:pPr>
            <w:pStyle w:val="Default"/>
            <w:tabs>
              <w:tab w:val="left" w:pos="1340"/>
            </w:tabs>
          </w:pPr>
          <w:r>
            <w:t xml:space="preserve">Note : </w:t>
          </w:r>
          <w:r>
            <w:tab/>
            <w:t>/</w:t>
          </w:r>
          <w:r w:rsidR="00B63D21">
            <w:t>1</w:t>
          </w:r>
          <w:r>
            <w:t>0</w:t>
          </w:r>
        </w:p>
      </w:tc>
    </w:tr>
  </w:tbl>
  <w:p w14:paraId="413CD588" w14:textId="77777777" w:rsidR="00C53482" w:rsidRDefault="00C534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1E71"/>
    <w:multiLevelType w:val="multilevel"/>
    <w:tmpl w:val="19DC87A6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8546F68"/>
    <w:multiLevelType w:val="hybridMultilevel"/>
    <w:tmpl w:val="5FB658A8"/>
    <w:lvl w:ilvl="0" w:tplc="BD4A4F62">
      <w:start w:val="1"/>
      <w:numFmt w:val="decimal"/>
      <w:lvlText w:val="Q%1:"/>
      <w:lvlJc w:val="left"/>
      <w:pPr>
        <w:ind w:left="114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786B"/>
    <w:rsid w:val="00011B84"/>
    <w:rsid w:val="00025946"/>
    <w:rsid w:val="00025C9F"/>
    <w:rsid w:val="000268DC"/>
    <w:rsid w:val="0003016F"/>
    <w:rsid w:val="00032402"/>
    <w:rsid w:val="00034DB3"/>
    <w:rsid w:val="00047D99"/>
    <w:rsid w:val="000652CD"/>
    <w:rsid w:val="000830E0"/>
    <w:rsid w:val="00083559"/>
    <w:rsid w:val="000A1991"/>
    <w:rsid w:val="000B595B"/>
    <w:rsid w:val="000C5EA1"/>
    <w:rsid w:val="000D1300"/>
    <w:rsid w:val="000D5B6E"/>
    <w:rsid w:val="000E08EA"/>
    <w:rsid w:val="00113284"/>
    <w:rsid w:val="00117D54"/>
    <w:rsid w:val="001210BE"/>
    <w:rsid w:val="00122041"/>
    <w:rsid w:val="0012698D"/>
    <w:rsid w:val="00127227"/>
    <w:rsid w:val="00132DDD"/>
    <w:rsid w:val="001754D7"/>
    <w:rsid w:val="001771C2"/>
    <w:rsid w:val="00180C9F"/>
    <w:rsid w:val="001A12F5"/>
    <w:rsid w:val="001B6658"/>
    <w:rsid w:val="001C6978"/>
    <w:rsid w:val="001D7556"/>
    <w:rsid w:val="001E4AB0"/>
    <w:rsid w:val="001E4CFE"/>
    <w:rsid w:val="001E57F2"/>
    <w:rsid w:val="002001CC"/>
    <w:rsid w:val="0020115C"/>
    <w:rsid w:val="00217B19"/>
    <w:rsid w:val="0026063F"/>
    <w:rsid w:val="00267A0C"/>
    <w:rsid w:val="00281A73"/>
    <w:rsid w:val="0028540E"/>
    <w:rsid w:val="00295D8F"/>
    <w:rsid w:val="002B4291"/>
    <w:rsid w:val="002D50A1"/>
    <w:rsid w:val="002E44B8"/>
    <w:rsid w:val="002E5081"/>
    <w:rsid w:val="002F387B"/>
    <w:rsid w:val="00315DFE"/>
    <w:rsid w:val="00325C05"/>
    <w:rsid w:val="0033181F"/>
    <w:rsid w:val="00334DD0"/>
    <w:rsid w:val="003618B9"/>
    <w:rsid w:val="0037397A"/>
    <w:rsid w:val="00376CE3"/>
    <w:rsid w:val="00385727"/>
    <w:rsid w:val="00392F0B"/>
    <w:rsid w:val="003B2106"/>
    <w:rsid w:val="003B6711"/>
    <w:rsid w:val="003C3222"/>
    <w:rsid w:val="003C46BD"/>
    <w:rsid w:val="003C476E"/>
    <w:rsid w:val="003C55D8"/>
    <w:rsid w:val="003F1678"/>
    <w:rsid w:val="003F786B"/>
    <w:rsid w:val="00410D7A"/>
    <w:rsid w:val="00416434"/>
    <w:rsid w:val="004441F7"/>
    <w:rsid w:val="00451202"/>
    <w:rsid w:val="00456566"/>
    <w:rsid w:val="004729E2"/>
    <w:rsid w:val="00480A16"/>
    <w:rsid w:val="004820D7"/>
    <w:rsid w:val="004905CE"/>
    <w:rsid w:val="00492615"/>
    <w:rsid w:val="004B3E16"/>
    <w:rsid w:val="004F2944"/>
    <w:rsid w:val="00502AA7"/>
    <w:rsid w:val="0051493C"/>
    <w:rsid w:val="00514C70"/>
    <w:rsid w:val="00515DD1"/>
    <w:rsid w:val="005370C7"/>
    <w:rsid w:val="00540E30"/>
    <w:rsid w:val="00542C65"/>
    <w:rsid w:val="0054343A"/>
    <w:rsid w:val="00563DCF"/>
    <w:rsid w:val="00571509"/>
    <w:rsid w:val="00576456"/>
    <w:rsid w:val="0058579B"/>
    <w:rsid w:val="005922F1"/>
    <w:rsid w:val="005A19A2"/>
    <w:rsid w:val="005A572B"/>
    <w:rsid w:val="005B1D6A"/>
    <w:rsid w:val="005B4983"/>
    <w:rsid w:val="005D1C0B"/>
    <w:rsid w:val="005E533F"/>
    <w:rsid w:val="005E5E72"/>
    <w:rsid w:val="00611223"/>
    <w:rsid w:val="00612696"/>
    <w:rsid w:val="0061407A"/>
    <w:rsid w:val="00630723"/>
    <w:rsid w:val="00634550"/>
    <w:rsid w:val="00640163"/>
    <w:rsid w:val="00646386"/>
    <w:rsid w:val="006519A0"/>
    <w:rsid w:val="00663B2D"/>
    <w:rsid w:val="006751D2"/>
    <w:rsid w:val="006814D0"/>
    <w:rsid w:val="006821F7"/>
    <w:rsid w:val="006905B3"/>
    <w:rsid w:val="006A4935"/>
    <w:rsid w:val="006B3301"/>
    <w:rsid w:val="006E302C"/>
    <w:rsid w:val="006E325C"/>
    <w:rsid w:val="006E559C"/>
    <w:rsid w:val="006F0F7E"/>
    <w:rsid w:val="006F3ED2"/>
    <w:rsid w:val="006F5280"/>
    <w:rsid w:val="00705324"/>
    <w:rsid w:val="00706214"/>
    <w:rsid w:val="00707D4E"/>
    <w:rsid w:val="00710D22"/>
    <w:rsid w:val="00712718"/>
    <w:rsid w:val="007164A4"/>
    <w:rsid w:val="00717662"/>
    <w:rsid w:val="00727ED0"/>
    <w:rsid w:val="00732B61"/>
    <w:rsid w:val="0075601B"/>
    <w:rsid w:val="00794FF9"/>
    <w:rsid w:val="00795D0D"/>
    <w:rsid w:val="00797A2C"/>
    <w:rsid w:val="00797FCB"/>
    <w:rsid w:val="007B149A"/>
    <w:rsid w:val="007B2691"/>
    <w:rsid w:val="007B60C7"/>
    <w:rsid w:val="007C6437"/>
    <w:rsid w:val="007E4FF7"/>
    <w:rsid w:val="007E7B1B"/>
    <w:rsid w:val="008015FE"/>
    <w:rsid w:val="00805737"/>
    <w:rsid w:val="008145D3"/>
    <w:rsid w:val="00826CA2"/>
    <w:rsid w:val="00834F6F"/>
    <w:rsid w:val="008432A1"/>
    <w:rsid w:val="00854946"/>
    <w:rsid w:val="0086652C"/>
    <w:rsid w:val="0086761E"/>
    <w:rsid w:val="0087444A"/>
    <w:rsid w:val="00883C9D"/>
    <w:rsid w:val="008C0F1A"/>
    <w:rsid w:val="008C5587"/>
    <w:rsid w:val="008D6AF5"/>
    <w:rsid w:val="008F3D85"/>
    <w:rsid w:val="008F3E55"/>
    <w:rsid w:val="008F673D"/>
    <w:rsid w:val="0090085C"/>
    <w:rsid w:val="009134C8"/>
    <w:rsid w:val="009216CA"/>
    <w:rsid w:val="00935800"/>
    <w:rsid w:val="00941D2C"/>
    <w:rsid w:val="0094369E"/>
    <w:rsid w:val="00953BC8"/>
    <w:rsid w:val="009552A9"/>
    <w:rsid w:val="009679EA"/>
    <w:rsid w:val="00973760"/>
    <w:rsid w:val="00980349"/>
    <w:rsid w:val="0098085D"/>
    <w:rsid w:val="009858E9"/>
    <w:rsid w:val="00992D82"/>
    <w:rsid w:val="00996BCC"/>
    <w:rsid w:val="00996D0F"/>
    <w:rsid w:val="009A4921"/>
    <w:rsid w:val="009B1E16"/>
    <w:rsid w:val="009C3F91"/>
    <w:rsid w:val="009D2F66"/>
    <w:rsid w:val="00A050A6"/>
    <w:rsid w:val="00A11A65"/>
    <w:rsid w:val="00A149DF"/>
    <w:rsid w:val="00A1672B"/>
    <w:rsid w:val="00A314F0"/>
    <w:rsid w:val="00A31F8F"/>
    <w:rsid w:val="00A40F3D"/>
    <w:rsid w:val="00A71908"/>
    <w:rsid w:val="00A93DE0"/>
    <w:rsid w:val="00A966E1"/>
    <w:rsid w:val="00AA1307"/>
    <w:rsid w:val="00AA6C4B"/>
    <w:rsid w:val="00AB027A"/>
    <w:rsid w:val="00AB3B6E"/>
    <w:rsid w:val="00AB3BF4"/>
    <w:rsid w:val="00AB53A3"/>
    <w:rsid w:val="00AC4432"/>
    <w:rsid w:val="00AD5C55"/>
    <w:rsid w:val="00AE5081"/>
    <w:rsid w:val="00AE5616"/>
    <w:rsid w:val="00AF6817"/>
    <w:rsid w:val="00B04C52"/>
    <w:rsid w:val="00B04F8F"/>
    <w:rsid w:val="00B134D0"/>
    <w:rsid w:val="00B16BAA"/>
    <w:rsid w:val="00B1794B"/>
    <w:rsid w:val="00B21C46"/>
    <w:rsid w:val="00B34FF3"/>
    <w:rsid w:val="00B36DC0"/>
    <w:rsid w:val="00B37B95"/>
    <w:rsid w:val="00B45BBF"/>
    <w:rsid w:val="00B50CB3"/>
    <w:rsid w:val="00B6155E"/>
    <w:rsid w:val="00B63D21"/>
    <w:rsid w:val="00B643B0"/>
    <w:rsid w:val="00B70597"/>
    <w:rsid w:val="00B742E2"/>
    <w:rsid w:val="00B82856"/>
    <w:rsid w:val="00B93301"/>
    <w:rsid w:val="00BA573D"/>
    <w:rsid w:val="00BA5955"/>
    <w:rsid w:val="00BB3B99"/>
    <w:rsid w:val="00BB3BE6"/>
    <w:rsid w:val="00BC161D"/>
    <w:rsid w:val="00BC19B4"/>
    <w:rsid w:val="00BD20C7"/>
    <w:rsid w:val="00BD433B"/>
    <w:rsid w:val="00BE1417"/>
    <w:rsid w:val="00C06CD1"/>
    <w:rsid w:val="00C17085"/>
    <w:rsid w:val="00C27D90"/>
    <w:rsid w:val="00C33C88"/>
    <w:rsid w:val="00C44DF9"/>
    <w:rsid w:val="00C510B2"/>
    <w:rsid w:val="00C53482"/>
    <w:rsid w:val="00C5476A"/>
    <w:rsid w:val="00C55E96"/>
    <w:rsid w:val="00C6447C"/>
    <w:rsid w:val="00C65261"/>
    <w:rsid w:val="00C668F6"/>
    <w:rsid w:val="00C72FE6"/>
    <w:rsid w:val="00C81C9B"/>
    <w:rsid w:val="00C83058"/>
    <w:rsid w:val="00C84564"/>
    <w:rsid w:val="00C845B5"/>
    <w:rsid w:val="00C8778E"/>
    <w:rsid w:val="00C87EE7"/>
    <w:rsid w:val="00CA470F"/>
    <w:rsid w:val="00CA748B"/>
    <w:rsid w:val="00CB31F8"/>
    <w:rsid w:val="00CF14B7"/>
    <w:rsid w:val="00CF1624"/>
    <w:rsid w:val="00D0360C"/>
    <w:rsid w:val="00D12765"/>
    <w:rsid w:val="00D32F61"/>
    <w:rsid w:val="00D504DD"/>
    <w:rsid w:val="00D764F9"/>
    <w:rsid w:val="00D81774"/>
    <w:rsid w:val="00DB6A54"/>
    <w:rsid w:val="00DC4733"/>
    <w:rsid w:val="00DE702B"/>
    <w:rsid w:val="00DF2746"/>
    <w:rsid w:val="00DF7228"/>
    <w:rsid w:val="00E0031E"/>
    <w:rsid w:val="00E02C26"/>
    <w:rsid w:val="00E17138"/>
    <w:rsid w:val="00E34486"/>
    <w:rsid w:val="00E363D2"/>
    <w:rsid w:val="00E60758"/>
    <w:rsid w:val="00E726A0"/>
    <w:rsid w:val="00E85757"/>
    <w:rsid w:val="00E8579D"/>
    <w:rsid w:val="00E877C7"/>
    <w:rsid w:val="00E907EF"/>
    <w:rsid w:val="00E90CD3"/>
    <w:rsid w:val="00E9783D"/>
    <w:rsid w:val="00EA160C"/>
    <w:rsid w:val="00EC6432"/>
    <w:rsid w:val="00ED3DAB"/>
    <w:rsid w:val="00EE12A8"/>
    <w:rsid w:val="00EF2E5B"/>
    <w:rsid w:val="00F026E1"/>
    <w:rsid w:val="00F2021E"/>
    <w:rsid w:val="00F272E2"/>
    <w:rsid w:val="00F31C62"/>
    <w:rsid w:val="00F4486B"/>
    <w:rsid w:val="00F53254"/>
    <w:rsid w:val="00F53AC9"/>
    <w:rsid w:val="00F5586B"/>
    <w:rsid w:val="00F65679"/>
    <w:rsid w:val="00F7073F"/>
    <w:rsid w:val="00F8017E"/>
    <w:rsid w:val="00F80696"/>
    <w:rsid w:val="00F839BA"/>
    <w:rsid w:val="00F93EED"/>
    <w:rsid w:val="00F9409D"/>
    <w:rsid w:val="00FB5996"/>
    <w:rsid w:val="00FB723F"/>
    <w:rsid w:val="00FC66F2"/>
    <w:rsid w:val="00FF0C5B"/>
    <w:rsid w:val="00FF13B5"/>
    <w:rsid w:val="00FF4E4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FAE97"/>
  <w15:docId w15:val="{C16232F1-2205-4DEB-9E63-C093950B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B6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447C"/>
    <w:pPr>
      <w:keepNext/>
      <w:keepLines/>
      <w:numPr>
        <w:numId w:val="2"/>
      </w:numPr>
      <w:spacing w:after="12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6447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A93DE0"/>
    <w:pPr>
      <w:numPr>
        <w:ilvl w:val="1"/>
        <w:numId w:val="1"/>
      </w:num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05737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rsid w:val="00B70597"/>
    <w:rPr>
      <w:rFonts w:ascii="Arial" w:hAnsi="Arial" w:cs="Arial"/>
      <w:b/>
      <w:color w:val="FF0000"/>
      <w:sz w:val="24"/>
      <w:szCs w:val="24"/>
    </w:rPr>
  </w:style>
  <w:style w:type="character" w:customStyle="1" w:styleId="st">
    <w:name w:val="st"/>
    <w:rsid w:val="00B70597"/>
  </w:style>
  <w:style w:type="character" w:styleId="Emphaseintense">
    <w:name w:val="Intense Emphasis"/>
    <w:basedOn w:val="Policepardfaut"/>
    <w:uiPriority w:val="21"/>
    <w:qFormat/>
    <w:rsid w:val="00B70597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73F76-092E-441F-AEF5-5CF79239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0</TotalTime>
  <Pages>1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</dc:creator>
  <cp:lastModifiedBy>peuge</cp:lastModifiedBy>
  <cp:revision>4</cp:revision>
  <cp:lastPrinted>2024-10-20T15:49:00Z</cp:lastPrinted>
  <dcterms:created xsi:type="dcterms:W3CDTF">2024-10-20T15:49:00Z</dcterms:created>
  <dcterms:modified xsi:type="dcterms:W3CDTF">2024-10-20T15:49:00Z</dcterms:modified>
</cp:coreProperties>
</file>